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DCF557D" w14:textId="77777777" w:rsidTr="00987DB5">
        <w:tc>
          <w:tcPr>
            <w:tcW w:w="9498" w:type="dxa"/>
          </w:tcPr>
          <w:p w14:paraId="0DCF557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DCF5593" wp14:editId="0DCF559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CF5579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DCF557A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0DCF557B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0DCF557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DCF557E" w14:textId="3CDBC8A1" w:rsidR="0033636C" w:rsidRPr="006B122B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6B122B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121F30">
            <w:rPr>
              <w:rFonts w:ascii="Times New Roman" w:hAnsi="Times New Roman"/>
              <w:sz w:val="28"/>
              <w:szCs w:val="28"/>
            </w:rPr>
            <w:t>18 сентября 2025 года</w:t>
          </w:r>
        </w:sdtContent>
      </w:sdt>
      <w:r w:rsidRPr="006B122B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bookmarkStart w:id="0" w:name="_GoBack"/>
          <w:r w:rsidR="00121F30" w:rsidRPr="00121F30">
            <w:rPr>
              <w:rFonts w:ascii="Times New Roman" w:hAnsi="Times New Roman"/>
              <w:sz w:val="28"/>
              <w:szCs w:val="28"/>
            </w:rPr>
            <w:t>654</w:t>
          </w:r>
          <w:bookmarkEnd w:id="0"/>
        </w:sdtContent>
      </w:sdt>
    </w:p>
    <w:p w14:paraId="0DCF557F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0DCF5580" w14:textId="2AED41AD" w:rsidR="0033636C" w:rsidRPr="006B122B" w:rsidRDefault="00093B08" w:rsidP="00AA05F2">
      <w:pPr>
        <w:spacing w:after="360" w:line="240" w:lineRule="auto"/>
        <w:ind w:right="335"/>
        <w:jc w:val="center"/>
        <w:rPr>
          <w:rFonts w:ascii="Times New Roman" w:hAnsi="Times New Roman"/>
          <w:b/>
          <w:sz w:val="28"/>
          <w:szCs w:val="28"/>
        </w:rPr>
      </w:pPr>
      <w:r w:rsidRPr="006B122B">
        <w:rPr>
          <w:rFonts w:ascii="Times New Roman" w:hAnsi="Times New Roman"/>
          <w:b/>
          <w:sz w:val="28"/>
          <w:szCs w:val="28"/>
        </w:rPr>
        <w:t xml:space="preserve">Об утверждении схемы размещения нестационарных торговых объектов, нестационарных объектов общественного питания </w:t>
      </w:r>
      <w:r w:rsidR="006B122B">
        <w:rPr>
          <w:rFonts w:ascii="Times New Roman" w:hAnsi="Times New Roman"/>
          <w:b/>
          <w:sz w:val="28"/>
          <w:szCs w:val="28"/>
        </w:rPr>
        <w:br/>
      </w:r>
      <w:r w:rsidRPr="006B122B">
        <w:rPr>
          <w:rFonts w:ascii="Times New Roman" w:hAnsi="Times New Roman"/>
          <w:b/>
          <w:sz w:val="28"/>
          <w:szCs w:val="28"/>
        </w:rPr>
        <w:t xml:space="preserve">и бытовых услуг на территории муниципального образования Ногликский муниципальный округ Сахалинской области </w:t>
      </w:r>
      <w:r w:rsidR="006B122B">
        <w:rPr>
          <w:rFonts w:ascii="Times New Roman" w:hAnsi="Times New Roman"/>
          <w:b/>
          <w:sz w:val="28"/>
          <w:szCs w:val="28"/>
        </w:rPr>
        <w:br/>
      </w:r>
      <w:r w:rsidRPr="006B122B">
        <w:rPr>
          <w:rFonts w:ascii="Times New Roman" w:hAnsi="Times New Roman"/>
          <w:b/>
          <w:sz w:val="28"/>
          <w:szCs w:val="28"/>
        </w:rPr>
        <w:t>и картографических схем разм</w:t>
      </w:r>
      <w:r w:rsidR="001F41D7" w:rsidRPr="006B122B">
        <w:rPr>
          <w:rFonts w:ascii="Times New Roman" w:hAnsi="Times New Roman"/>
          <w:b/>
          <w:sz w:val="28"/>
          <w:szCs w:val="28"/>
        </w:rPr>
        <w:t xml:space="preserve">ещения нестационарных торговых объектов, нестационарных объектов общественного питания </w:t>
      </w:r>
      <w:r w:rsidR="00AA05F2">
        <w:rPr>
          <w:rFonts w:ascii="Times New Roman" w:hAnsi="Times New Roman"/>
          <w:b/>
          <w:sz w:val="28"/>
          <w:szCs w:val="28"/>
        </w:rPr>
        <w:br/>
      </w:r>
      <w:r w:rsidR="001F41D7" w:rsidRPr="006B122B">
        <w:rPr>
          <w:rFonts w:ascii="Times New Roman" w:hAnsi="Times New Roman"/>
          <w:b/>
          <w:sz w:val="28"/>
          <w:szCs w:val="28"/>
        </w:rPr>
        <w:t>и бытовых услуг</w:t>
      </w:r>
    </w:p>
    <w:p w14:paraId="200DEBA9" w14:textId="32FD37E3" w:rsidR="001F41D7" w:rsidRPr="001F41D7" w:rsidRDefault="001F41D7" w:rsidP="001F41D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41D7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со ст</w:t>
      </w:r>
      <w:r w:rsidR="00AA05F2">
        <w:rPr>
          <w:rFonts w:ascii="Times New Roman" w:eastAsia="Times New Roman" w:hAnsi="Times New Roman"/>
          <w:sz w:val="28"/>
          <w:szCs w:val="28"/>
          <w:lang w:eastAsia="ru-RU"/>
        </w:rPr>
        <w:t>атьей</w:t>
      </w:r>
      <w:r w:rsidRPr="001F41D7">
        <w:rPr>
          <w:rFonts w:ascii="Times New Roman" w:eastAsia="Times New Roman" w:hAnsi="Times New Roman"/>
          <w:sz w:val="28"/>
          <w:szCs w:val="28"/>
          <w:lang w:eastAsia="ru-RU"/>
        </w:rPr>
        <w:t xml:space="preserve"> 16 Федерального закона Российской Федерации от 06.10.2003 № 131-ФЗ «Об общих принципах организации местного самоуправления в Российской Федерации», с частью 3 статьи 10 Федерального закона Российской Федерации от 28.12.2009 № 381-ФЗ </w:t>
      </w:r>
      <w:r w:rsidR="00AA05F2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1F41D7">
        <w:rPr>
          <w:rFonts w:ascii="Times New Roman" w:eastAsia="Times New Roman" w:hAnsi="Times New Roman"/>
          <w:sz w:val="28"/>
          <w:szCs w:val="28"/>
          <w:lang w:eastAsia="ru-RU"/>
        </w:rPr>
        <w:t>«Об основах государственного регулир</w:t>
      </w:r>
      <w:r w:rsidR="00E92499">
        <w:rPr>
          <w:rFonts w:ascii="Times New Roman" w:eastAsia="Times New Roman" w:hAnsi="Times New Roman"/>
          <w:sz w:val="28"/>
          <w:szCs w:val="28"/>
          <w:lang w:eastAsia="ru-RU"/>
        </w:rPr>
        <w:t xml:space="preserve">ования торговой деятельности </w:t>
      </w:r>
      <w:r w:rsidR="00AA05F2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E92499">
        <w:rPr>
          <w:rFonts w:ascii="Times New Roman" w:eastAsia="Times New Roman" w:hAnsi="Times New Roman"/>
          <w:sz w:val="28"/>
          <w:szCs w:val="28"/>
          <w:lang w:eastAsia="ru-RU"/>
        </w:rPr>
        <w:t>в Р</w:t>
      </w:r>
      <w:r w:rsidRPr="001F41D7">
        <w:rPr>
          <w:rFonts w:ascii="Times New Roman" w:eastAsia="Times New Roman" w:hAnsi="Times New Roman"/>
          <w:sz w:val="28"/>
          <w:szCs w:val="28"/>
          <w:lang w:eastAsia="ru-RU"/>
        </w:rPr>
        <w:t xml:space="preserve">оссийской Федерации», приказом министерства сельского хозяйства </w:t>
      </w:r>
      <w:r w:rsidR="00AA05F2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1F41D7">
        <w:rPr>
          <w:rFonts w:ascii="Times New Roman" w:eastAsia="Times New Roman" w:hAnsi="Times New Roman"/>
          <w:sz w:val="28"/>
          <w:szCs w:val="28"/>
          <w:lang w:eastAsia="ru-RU"/>
        </w:rPr>
        <w:t xml:space="preserve">и торговли Сахалинской области от 04.04.2025 № 1-3.37-213/25 </w:t>
      </w:r>
      <w:r w:rsidR="00AA05F2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1F41D7">
        <w:rPr>
          <w:rFonts w:ascii="Times New Roman" w:eastAsia="Times New Roman" w:hAnsi="Times New Roman"/>
          <w:sz w:val="28"/>
          <w:szCs w:val="28"/>
          <w:lang w:eastAsia="ru-RU"/>
        </w:rPr>
        <w:t xml:space="preserve">«Об утверждении порядка разработки и утверждения схем размещения нестационарных торговых объектов на территории муниципальных образований в Сахалинской области», на основании постановлений администрации муниципального образования Ногликский муниципальный округ Сахалинской области от 20.06.2025 № 400 «Об утверждении Порядка разработки и утверждения схем размещения нестационарных торговых объектов, нестационарных объектов общественного питания и бытовых услуг, и организации их работы на территории муниципального образования Ногликский муниципальный округ Сахалинской области», от 15.07.2025 </w:t>
      </w:r>
      <w:r w:rsidR="00AA05F2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1F41D7">
        <w:rPr>
          <w:rFonts w:ascii="Times New Roman" w:eastAsia="Times New Roman" w:hAnsi="Times New Roman"/>
          <w:sz w:val="28"/>
          <w:szCs w:val="28"/>
          <w:lang w:eastAsia="ru-RU"/>
        </w:rPr>
        <w:t>№ 464 «Об утверждении результатов инвентаризации, существующих нестационарных торговых объектов, нестационарных объектов общественного питания и бытовых услуг на территории муниципального образования Ногликский муниципальный округ Сахалинской области</w:t>
      </w:r>
      <w:r w:rsidR="00004D8F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1F41D7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E92499">
        <w:rPr>
          <w:rFonts w:ascii="Times New Roman" w:eastAsia="Times New Roman" w:hAnsi="Times New Roman"/>
          <w:sz w:val="28"/>
          <w:szCs w:val="28"/>
          <w:lang w:eastAsia="ru-RU"/>
        </w:rPr>
        <w:t xml:space="preserve">рассмотрев </w:t>
      </w:r>
      <w:r w:rsidRPr="001F41D7">
        <w:rPr>
          <w:rFonts w:ascii="Times New Roman" w:eastAsia="Times New Roman" w:hAnsi="Times New Roman"/>
          <w:sz w:val="28"/>
          <w:szCs w:val="28"/>
          <w:lang w:eastAsia="ru-RU"/>
        </w:rPr>
        <w:t xml:space="preserve">Протокол заседания комиссии по разработке и утверждению схем </w:t>
      </w:r>
      <w:r w:rsidRPr="001F41D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размещения нестационарных торговых объектов на территории муниципального образования Ногликский муниципальный округ Сахалинской области от 09.07.2025 № 1,</w:t>
      </w:r>
      <w:r w:rsidR="00004D8F" w:rsidRPr="00004D8F">
        <w:rPr>
          <w:rFonts w:ascii="Times New Roman" w:eastAsia="Times New Roman" w:hAnsi="Times New Roman"/>
          <w:sz w:val="28"/>
          <w:szCs w:val="28"/>
          <w:lang w:eastAsia="ru-RU"/>
        </w:rPr>
        <w:t xml:space="preserve"> руководствуясь ст</w:t>
      </w:r>
      <w:r w:rsidR="00E63F7B">
        <w:rPr>
          <w:rFonts w:ascii="Times New Roman" w:eastAsia="Times New Roman" w:hAnsi="Times New Roman"/>
          <w:sz w:val="28"/>
          <w:szCs w:val="28"/>
          <w:lang w:eastAsia="ru-RU"/>
        </w:rPr>
        <w:t>атьей</w:t>
      </w:r>
      <w:r w:rsidR="00004D8F" w:rsidRPr="00004D8F">
        <w:rPr>
          <w:rFonts w:ascii="Times New Roman" w:eastAsia="Times New Roman" w:hAnsi="Times New Roman"/>
          <w:sz w:val="28"/>
          <w:szCs w:val="28"/>
          <w:lang w:eastAsia="ru-RU"/>
        </w:rPr>
        <w:t xml:space="preserve"> 36 Ус</w:t>
      </w:r>
      <w:r w:rsidR="00E63F7B">
        <w:rPr>
          <w:rFonts w:ascii="Times New Roman" w:eastAsia="Times New Roman" w:hAnsi="Times New Roman"/>
          <w:sz w:val="28"/>
          <w:szCs w:val="28"/>
          <w:lang w:eastAsia="ru-RU"/>
        </w:rPr>
        <w:t>тава муниципального образования</w:t>
      </w:r>
      <w:r w:rsidR="00004D8F" w:rsidRPr="00004D8F">
        <w:rPr>
          <w:rFonts w:ascii="Times New Roman" w:eastAsia="Times New Roman" w:hAnsi="Times New Roman"/>
          <w:sz w:val="28"/>
          <w:szCs w:val="28"/>
          <w:lang w:eastAsia="ru-RU"/>
        </w:rPr>
        <w:t xml:space="preserve"> Ногликский муниципальный округ Сахалинской области, </w:t>
      </w:r>
      <w:r w:rsidRPr="001F41D7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администрация муниципального образования Ногликский муниципальный округ Сахалинской области </w:t>
      </w:r>
      <w:r w:rsidRPr="00E63F7B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1B9E5DCC" w14:textId="77777777" w:rsidR="00A33FEA" w:rsidRDefault="001F41D7" w:rsidP="00E63F7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41D7">
        <w:rPr>
          <w:rFonts w:ascii="Times New Roman" w:eastAsia="Times New Roman" w:hAnsi="Times New Roman"/>
          <w:sz w:val="28"/>
          <w:szCs w:val="28"/>
          <w:lang w:eastAsia="ru-RU"/>
        </w:rPr>
        <w:t>Утвердить</w:t>
      </w:r>
      <w:r w:rsidR="00A33FEA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5116795A" w14:textId="4C5C9E07" w:rsidR="001F41D7" w:rsidRDefault="00A33FEA" w:rsidP="00A33FE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1.1. с</w:t>
      </w:r>
      <w:r w:rsidR="001F41D7" w:rsidRPr="001F41D7">
        <w:rPr>
          <w:rFonts w:ascii="Times New Roman" w:eastAsia="Times New Roman" w:hAnsi="Times New Roman"/>
          <w:sz w:val="28"/>
          <w:szCs w:val="28"/>
          <w:lang w:eastAsia="ru-RU"/>
        </w:rPr>
        <w:t xml:space="preserve">хему размещения нестационарных торговых объектов, </w:t>
      </w:r>
      <w:r w:rsidR="001F41D7" w:rsidRPr="001F41D7">
        <w:rPr>
          <w:rFonts w:ascii="Times New Roman" w:eastAsia="Times New Roman" w:hAnsi="Times New Roman"/>
          <w:bCs/>
          <w:sz w:val="28"/>
          <w:szCs w:val="28"/>
          <w:lang w:eastAsia="ru-RU"/>
        </w:rPr>
        <w:t>нестационарных объектов общественного питания и бытовых услуг</w:t>
      </w:r>
      <w:r w:rsidR="001F41D7" w:rsidRPr="001F41D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25335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1F41D7" w:rsidRPr="001F41D7">
        <w:rPr>
          <w:rFonts w:ascii="Times New Roman" w:eastAsia="Times New Roman" w:hAnsi="Times New Roman"/>
          <w:sz w:val="28"/>
          <w:szCs w:val="28"/>
          <w:lang w:eastAsia="ru-RU"/>
        </w:rPr>
        <w:t>на территории муниципального образования Ногликский муниципальный округ Сахалинской области (приложение 1)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663A4C0F" w14:textId="4CA32294" w:rsidR="001F41D7" w:rsidRDefault="00A33FEA" w:rsidP="00A33FE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1.2.</w:t>
      </w:r>
      <w:r w:rsidR="001F41D7" w:rsidRPr="001F41D7">
        <w:rPr>
          <w:rFonts w:ascii="Times New Roman" w:eastAsia="Times New Roman" w:hAnsi="Times New Roman"/>
          <w:sz w:val="28"/>
          <w:szCs w:val="28"/>
          <w:lang w:eastAsia="ru-RU"/>
        </w:rPr>
        <w:t xml:space="preserve"> картографическ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ие</w:t>
      </w:r>
      <w:r w:rsidR="001F41D7" w:rsidRPr="001F41D7">
        <w:rPr>
          <w:rFonts w:ascii="Times New Roman" w:eastAsia="Times New Roman" w:hAnsi="Times New Roman"/>
          <w:sz w:val="28"/>
          <w:szCs w:val="28"/>
          <w:lang w:eastAsia="ru-RU"/>
        </w:rPr>
        <w:t xml:space="preserve"> схем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1F41D7" w:rsidRPr="001F41D7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размещения нестационарных торговых объектов, </w:t>
      </w:r>
      <w:r w:rsidR="001F41D7" w:rsidRPr="001F41D7">
        <w:rPr>
          <w:rFonts w:ascii="Times New Roman" w:eastAsia="Times New Roman" w:hAnsi="Times New Roman"/>
          <w:bCs/>
          <w:sz w:val="28"/>
          <w:szCs w:val="28"/>
          <w:lang w:eastAsia="ru-RU"/>
        </w:rPr>
        <w:t>нестационарных объектов общественного питания и бытовых услуг</w:t>
      </w:r>
      <w:r w:rsidR="001F41D7" w:rsidRPr="001F41D7">
        <w:rPr>
          <w:rFonts w:ascii="Times New Roman" w:eastAsia="Times New Roman" w:hAnsi="Times New Roman"/>
          <w:sz w:val="28"/>
          <w:szCs w:val="28"/>
          <w:lang w:eastAsia="ru-RU"/>
        </w:rPr>
        <w:t xml:space="preserve"> на территории муниципального образования Ногликский муниципальный округ Сахалинской области (приложени</w:t>
      </w:r>
      <w:r w:rsidR="00EF208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1F41D7" w:rsidRPr="001F41D7">
        <w:rPr>
          <w:rFonts w:ascii="Times New Roman" w:eastAsia="Times New Roman" w:hAnsi="Times New Roman"/>
          <w:sz w:val="28"/>
          <w:szCs w:val="28"/>
          <w:lang w:eastAsia="ru-RU"/>
        </w:rPr>
        <w:t xml:space="preserve"> 2</w:t>
      </w:r>
      <w:r w:rsidR="006C0424">
        <w:rPr>
          <w:rFonts w:ascii="Times New Roman" w:eastAsia="Times New Roman" w:hAnsi="Times New Roman"/>
          <w:sz w:val="28"/>
          <w:szCs w:val="28"/>
          <w:lang w:eastAsia="ru-RU"/>
        </w:rPr>
        <w:t>).</w:t>
      </w:r>
      <w:r w:rsidR="001D53A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2F81E5AD" w14:textId="63E94624" w:rsidR="001F41D7" w:rsidRPr="001F41D7" w:rsidRDefault="00A33FEA" w:rsidP="001F41D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1F41D7" w:rsidRPr="001F41D7">
        <w:rPr>
          <w:rFonts w:ascii="Times New Roman" w:eastAsia="Times New Roman" w:hAnsi="Times New Roman"/>
          <w:sz w:val="28"/>
          <w:szCs w:val="28"/>
          <w:lang w:eastAsia="ru-RU"/>
        </w:rPr>
        <w:t>. Признать утратившим силу постановлени</w:t>
      </w:r>
      <w:r w:rsidR="00607AF0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1F41D7" w:rsidRPr="001F41D7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муниципального образования «Городской округ Ногликский» от 07.03.2019 </w:t>
      </w:r>
      <w:r w:rsidR="00225335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1F41D7" w:rsidRPr="001F41D7">
        <w:rPr>
          <w:rFonts w:ascii="Times New Roman" w:eastAsia="Times New Roman" w:hAnsi="Times New Roman"/>
          <w:sz w:val="28"/>
          <w:szCs w:val="28"/>
          <w:lang w:eastAsia="ru-RU"/>
        </w:rPr>
        <w:t>№ 144 «Об утверждении схемы размещения нестационарных торговых объектов, нестационарных объектов общественного питания и бытовых услуг на территории муниципального образования «Городской округ Ногликский» и порядка организации их работы»</w:t>
      </w:r>
      <w:r w:rsidR="00004D8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2554EEB2" w14:textId="65C7018A" w:rsidR="001F41D7" w:rsidRPr="001F41D7" w:rsidRDefault="00A33FEA" w:rsidP="001F41D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1F41D7" w:rsidRPr="001F41D7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E92499">
        <w:rPr>
          <w:rFonts w:ascii="Times New Roman" w:eastAsia="Times New Roman" w:hAnsi="Times New Roman"/>
          <w:sz w:val="28"/>
          <w:szCs w:val="28"/>
          <w:lang w:eastAsia="ru-RU"/>
        </w:rPr>
        <w:t>Опубликовать н</w:t>
      </w:r>
      <w:r w:rsidR="00E92499" w:rsidRPr="001F41D7">
        <w:rPr>
          <w:rFonts w:ascii="Times New Roman" w:eastAsia="Times New Roman" w:hAnsi="Times New Roman"/>
          <w:sz w:val="28"/>
          <w:szCs w:val="28"/>
          <w:lang w:eastAsia="ru-RU"/>
        </w:rPr>
        <w:t xml:space="preserve">астоящее постановление </w:t>
      </w:r>
      <w:r w:rsidR="00E92499">
        <w:rPr>
          <w:rFonts w:ascii="Times New Roman" w:eastAsia="Times New Roman" w:hAnsi="Times New Roman"/>
          <w:sz w:val="28"/>
          <w:szCs w:val="28"/>
          <w:lang w:eastAsia="ru-RU"/>
        </w:rPr>
        <w:t xml:space="preserve">в газете «Знамя труда» </w:t>
      </w:r>
      <w:r w:rsidR="00202123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E92499">
        <w:rPr>
          <w:rFonts w:ascii="Times New Roman" w:eastAsia="Times New Roman" w:hAnsi="Times New Roman"/>
          <w:sz w:val="28"/>
          <w:szCs w:val="28"/>
          <w:lang w:eastAsia="ru-RU"/>
        </w:rPr>
        <w:t>и р</w:t>
      </w:r>
      <w:r w:rsidR="00004D8F" w:rsidRPr="001F41D7">
        <w:rPr>
          <w:rFonts w:ascii="Times New Roman" w:eastAsia="Times New Roman" w:hAnsi="Times New Roman"/>
          <w:sz w:val="28"/>
          <w:szCs w:val="28"/>
          <w:lang w:eastAsia="ru-RU"/>
        </w:rPr>
        <w:t xml:space="preserve">азместить </w:t>
      </w:r>
      <w:r w:rsidR="001F41D7" w:rsidRPr="001F41D7">
        <w:rPr>
          <w:rFonts w:ascii="Times New Roman" w:eastAsia="Times New Roman" w:hAnsi="Times New Roman"/>
          <w:sz w:val="28"/>
          <w:szCs w:val="28"/>
          <w:lang w:eastAsia="ru-RU"/>
        </w:rPr>
        <w:t>на официальном сайте муниципального образования Ногликский муниципальный округ Сахалинской области в информационно-телекоммуникационной сети «Интернет».</w:t>
      </w:r>
    </w:p>
    <w:p w14:paraId="4655FC21" w14:textId="531AA253" w:rsidR="001F41D7" w:rsidRDefault="00A33FEA" w:rsidP="001F41D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1F41D7" w:rsidRPr="001F41D7">
        <w:rPr>
          <w:rFonts w:ascii="Times New Roman" w:eastAsia="Times New Roman" w:hAnsi="Times New Roman"/>
          <w:sz w:val="28"/>
          <w:szCs w:val="28"/>
          <w:lang w:eastAsia="ru-RU"/>
        </w:rPr>
        <w:t xml:space="preserve">. Контроль за исполнением настоящего постановления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возложить </w:t>
      </w:r>
      <w:r w:rsidR="00202123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на первого вице-мэра муниципального образования Ногликский муниципал</w:t>
      </w:r>
      <w:r w:rsidR="00E92499">
        <w:rPr>
          <w:rFonts w:ascii="Times New Roman" w:eastAsia="Times New Roman" w:hAnsi="Times New Roman"/>
          <w:sz w:val="28"/>
          <w:szCs w:val="28"/>
          <w:lang w:eastAsia="ru-RU"/>
        </w:rPr>
        <w:t xml:space="preserve">ьный округ Сахалинской области </w:t>
      </w:r>
      <w:proofErr w:type="spellStart"/>
      <w:r w:rsidR="00E92499">
        <w:rPr>
          <w:rFonts w:ascii="Times New Roman" w:eastAsia="Times New Roman" w:hAnsi="Times New Roman"/>
          <w:sz w:val="28"/>
          <w:szCs w:val="28"/>
          <w:lang w:eastAsia="ru-RU"/>
        </w:rPr>
        <w:t>Блидченко</w:t>
      </w:r>
      <w:proofErr w:type="spellEnd"/>
      <w:r w:rsidR="00E92499">
        <w:rPr>
          <w:rFonts w:ascii="Times New Roman" w:eastAsia="Times New Roman" w:hAnsi="Times New Roman"/>
          <w:sz w:val="28"/>
          <w:szCs w:val="28"/>
          <w:lang w:eastAsia="ru-RU"/>
        </w:rPr>
        <w:t xml:space="preserve"> Л.А.</w:t>
      </w:r>
    </w:p>
    <w:p w14:paraId="424E6625" w14:textId="77777777" w:rsidR="001F41D7" w:rsidRPr="001F41D7" w:rsidRDefault="001F41D7" w:rsidP="00AA05F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DCF558B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2DA94C5A" w14:textId="77777777" w:rsidR="00AA05F2" w:rsidRDefault="00AA05F2" w:rsidP="00AA05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 мэра</w:t>
      </w:r>
    </w:p>
    <w:p w14:paraId="52E2D1F1" w14:textId="77777777" w:rsidR="00AA05F2" w:rsidRDefault="00AA05F2" w:rsidP="00AA05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629CDBB2" w14:textId="77777777" w:rsidR="00AA05F2" w:rsidRPr="008629FA" w:rsidRDefault="00AA05F2" w:rsidP="00AA05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 муниципальный округ</w:t>
      </w:r>
      <w:r>
        <w:rPr>
          <w:rFonts w:ascii="Times New Roman" w:hAnsi="Times New Roman"/>
          <w:sz w:val="28"/>
          <w:szCs w:val="28"/>
        </w:rPr>
        <w:tab/>
      </w:r>
    </w:p>
    <w:p w14:paraId="0DCF558E" w14:textId="59438418" w:rsidR="008629FA" w:rsidRPr="00D12794" w:rsidRDefault="00AA05F2" w:rsidP="00AA05F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Л.А. </w:t>
      </w:r>
      <w:proofErr w:type="spellStart"/>
      <w:r>
        <w:rPr>
          <w:rFonts w:ascii="Times New Roman" w:hAnsi="Times New Roman"/>
          <w:sz w:val="28"/>
          <w:szCs w:val="28"/>
        </w:rPr>
        <w:t>Блидченко</w:t>
      </w:r>
      <w:proofErr w:type="spellEnd"/>
    </w:p>
    <w:sectPr w:rsidR="008629FA" w:rsidRPr="00D12794" w:rsidSect="00AA05F2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B72C83" w14:textId="77777777" w:rsidR="004E2892" w:rsidRDefault="004E2892" w:rsidP="0033636C">
      <w:pPr>
        <w:spacing w:after="0" w:line="240" w:lineRule="auto"/>
      </w:pPr>
      <w:r>
        <w:separator/>
      </w:r>
    </w:p>
  </w:endnote>
  <w:endnote w:type="continuationSeparator" w:id="0">
    <w:p w14:paraId="7FA16FCC" w14:textId="77777777" w:rsidR="004E2892" w:rsidRDefault="004E2892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C932C8" w14:textId="77777777" w:rsidR="004E2892" w:rsidRDefault="004E2892" w:rsidP="0033636C">
      <w:pPr>
        <w:spacing w:after="0" w:line="240" w:lineRule="auto"/>
      </w:pPr>
      <w:r>
        <w:separator/>
      </w:r>
    </w:p>
  </w:footnote>
  <w:footnote w:type="continuationSeparator" w:id="0">
    <w:p w14:paraId="2FFF5C63" w14:textId="77777777" w:rsidR="004E2892" w:rsidRDefault="004E2892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6342608"/>
      <w:docPartObj>
        <w:docPartGallery w:val="Page Numbers (Top of Page)"/>
        <w:docPartUnique/>
      </w:docPartObj>
    </w:sdtPr>
    <w:sdtEndPr/>
    <w:sdtContent>
      <w:p w14:paraId="4FECC56F" w14:textId="1A175150" w:rsidR="00AA05F2" w:rsidRDefault="00AA05F2" w:rsidP="00AA05F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1F30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607727"/>
    <w:multiLevelType w:val="hybridMultilevel"/>
    <w:tmpl w:val="E5F45F82"/>
    <w:lvl w:ilvl="0" w:tplc="DBC492A6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4D8F"/>
    <w:rsid w:val="00006513"/>
    <w:rsid w:val="00053BD0"/>
    <w:rsid w:val="00093B08"/>
    <w:rsid w:val="00121F30"/>
    <w:rsid w:val="00185FEC"/>
    <w:rsid w:val="001D53AA"/>
    <w:rsid w:val="001E1F9F"/>
    <w:rsid w:val="001F41D7"/>
    <w:rsid w:val="002003DC"/>
    <w:rsid w:val="00202123"/>
    <w:rsid w:val="00225335"/>
    <w:rsid w:val="002B2E81"/>
    <w:rsid w:val="002B5CAC"/>
    <w:rsid w:val="0033636C"/>
    <w:rsid w:val="003E4257"/>
    <w:rsid w:val="00481F21"/>
    <w:rsid w:val="004E2892"/>
    <w:rsid w:val="00520CBF"/>
    <w:rsid w:val="00607AF0"/>
    <w:rsid w:val="006B122B"/>
    <w:rsid w:val="006C0424"/>
    <w:rsid w:val="008629FA"/>
    <w:rsid w:val="008C4551"/>
    <w:rsid w:val="00987DB5"/>
    <w:rsid w:val="00A30AF1"/>
    <w:rsid w:val="00A33FEA"/>
    <w:rsid w:val="00AA05F2"/>
    <w:rsid w:val="00AC72C8"/>
    <w:rsid w:val="00B10ED9"/>
    <w:rsid w:val="00B25688"/>
    <w:rsid w:val="00C02849"/>
    <w:rsid w:val="00D12794"/>
    <w:rsid w:val="00D67BD8"/>
    <w:rsid w:val="00DF7897"/>
    <w:rsid w:val="00E37B8A"/>
    <w:rsid w:val="00E609BC"/>
    <w:rsid w:val="00E63F7B"/>
    <w:rsid w:val="00E92499"/>
    <w:rsid w:val="00EA01ED"/>
    <w:rsid w:val="00EF2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F557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A33FEA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121F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21F3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A2962"/>
    <w:rsid w:val="00B13DA8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121</TotalTime>
  <Pages>2</Pages>
  <Words>548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14</cp:revision>
  <cp:lastPrinted>2025-09-18T05:45:00Z</cp:lastPrinted>
  <dcterms:created xsi:type="dcterms:W3CDTF">2020-04-07T04:52:00Z</dcterms:created>
  <dcterms:modified xsi:type="dcterms:W3CDTF">2025-09-18T05:45:00Z</dcterms:modified>
</cp:coreProperties>
</file>